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1"/>
        <w:gridCol w:w="4892"/>
      </w:tblGrid>
      <w:tr w:rsidR="00A23546" w14:paraId="6E3D32ED" w14:textId="77777777" w:rsidTr="00A23546">
        <w:tc>
          <w:tcPr>
            <w:tcW w:w="5031" w:type="dxa"/>
          </w:tcPr>
          <w:p w14:paraId="6408D129" w14:textId="77777777" w:rsidR="00A23546" w:rsidRPr="006B3EDC" w:rsidRDefault="005604EB" w:rsidP="00A23546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t xml:space="preserve">Projekt: </w:t>
            </w:r>
          </w:p>
          <w:p w14:paraId="414CF9D2" w14:textId="77777777" w:rsidR="00A23546" w:rsidRDefault="00A23546" w:rsidP="00A23546"/>
        </w:tc>
        <w:tc>
          <w:tcPr>
            <w:tcW w:w="4892" w:type="dxa"/>
          </w:tcPr>
          <w:p w14:paraId="4118C4A8" w14:textId="77777777" w:rsidR="00A23546" w:rsidRDefault="00A23546" w:rsidP="00012D2A">
            <w:r>
              <w:t>Versand an:</w:t>
            </w:r>
            <w:r w:rsidR="00957825">
              <w:t xml:space="preserve"> </w:t>
            </w:r>
          </w:p>
        </w:tc>
      </w:tr>
      <w:tr w:rsidR="00A23546" w14:paraId="0B818573" w14:textId="77777777" w:rsidTr="00A23546">
        <w:tc>
          <w:tcPr>
            <w:tcW w:w="5031" w:type="dxa"/>
          </w:tcPr>
          <w:p w14:paraId="3CD79C65" w14:textId="77777777" w:rsidR="00A23546" w:rsidRDefault="00A23546" w:rsidP="00A23546">
            <w:r>
              <w:t>Versand durch:</w:t>
            </w:r>
            <w:r w:rsidR="005604EB">
              <w:t xml:space="preserve"> </w:t>
            </w:r>
          </w:p>
          <w:p w14:paraId="3697908E" w14:textId="77777777" w:rsidR="00A23546" w:rsidRDefault="00A23546" w:rsidP="00A23546"/>
        </w:tc>
        <w:tc>
          <w:tcPr>
            <w:tcW w:w="4892" w:type="dxa"/>
          </w:tcPr>
          <w:p w14:paraId="6F916476" w14:textId="77777777" w:rsidR="00A23546" w:rsidRDefault="00A23546" w:rsidP="00A23546">
            <w:r>
              <w:t>Versand Datum:</w:t>
            </w:r>
            <w:r w:rsidR="005604EB">
              <w:t xml:space="preserve"> </w:t>
            </w:r>
          </w:p>
          <w:p w14:paraId="37C7EAA5" w14:textId="77777777" w:rsidR="00A23546" w:rsidRDefault="00A23546" w:rsidP="00A23546"/>
        </w:tc>
      </w:tr>
      <w:tr w:rsidR="00A23546" w14:paraId="606BBF8A" w14:textId="77777777" w:rsidTr="00A23546">
        <w:tc>
          <w:tcPr>
            <w:tcW w:w="5031" w:type="dxa"/>
          </w:tcPr>
          <w:p w14:paraId="02E94786" w14:textId="77777777" w:rsidR="00A23546" w:rsidRDefault="00A23546" w:rsidP="00A23546">
            <w:r>
              <w:t>Probenart:</w:t>
            </w:r>
            <w:r w:rsidR="004F1E95">
              <w:rPr>
                <w:sz w:val="20"/>
                <w:szCs w:val="20"/>
              </w:rPr>
              <w:t xml:space="preserve"> </w:t>
            </w:r>
          </w:p>
          <w:p w14:paraId="4A69A2BD" w14:textId="77777777" w:rsidR="00A23546" w:rsidRDefault="00A23546" w:rsidP="00A23546"/>
        </w:tc>
        <w:tc>
          <w:tcPr>
            <w:tcW w:w="4892" w:type="dxa"/>
          </w:tcPr>
          <w:p w14:paraId="51951C4E" w14:textId="77777777" w:rsidR="00A23546" w:rsidRDefault="00A23546" w:rsidP="00A23546">
            <w:r>
              <w:t>Bearbeitungszeitraum:</w:t>
            </w:r>
            <w:r w:rsidR="00116395">
              <w:t xml:space="preserve"> </w:t>
            </w:r>
          </w:p>
        </w:tc>
      </w:tr>
      <w:tr w:rsidR="00A23546" w14:paraId="7F394D8F" w14:textId="77777777" w:rsidTr="00A23546">
        <w:tc>
          <w:tcPr>
            <w:tcW w:w="5031" w:type="dxa"/>
          </w:tcPr>
          <w:p w14:paraId="209FFDDB" w14:textId="77777777" w:rsidR="00A23546" w:rsidRDefault="00A23546" w:rsidP="00A23546">
            <w:r>
              <w:t>Gesamtanzahl Proben:</w:t>
            </w:r>
            <w:r w:rsidR="006B3EDC">
              <w:t xml:space="preserve"> </w:t>
            </w:r>
          </w:p>
          <w:p w14:paraId="34DA838A" w14:textId="77777777" w:rsidR="00A23546" w:rsidRDefault="00A23546" w:rsidP="00A23546"/>
        </w:tc>
        <w:tc>
          <w:tcPr>
            <w:tcW w:w="4892" w:type="dxa"/>
          </w:tcPr>
          <w:p w14:paraId="3DF51BD3" w14:textId="3BE0936A" w:rsidR="00A23546" w:rsidRDefault="006E5311" w:rsidP="005D7526">
            <w:r>
              <w:t xml:space="preserve">Rückmeldung durch </w:t>
            </w:r>
            <w:r w:rsidR="005D7526">
              <w:t>Empfänger</w:t>
            </w:r>
            <w:r>
              <w:t>:</w:t>
            </w:r>
          </w:p>
        </w:tc>
      </w:tr>
    </w:tbl>
    <w:p w14:paraId="546153F8" w14:textId="77777777" w:rsidR="00A23546" w:rsidRDefault="00A23546" w:rsidP="00A23546">
      <w:pPr>
        <w:ind w:left="7090" w:firstLine="709"/>
      </w:pPr>
      <w:r>
        <w:t>Anzahl der Seiten:</w:t>
      </w:r>
      <w:r w:rsidR="005604EB">
        <w:t xml:space="preserve"> </w:t>
      </w:r>
    </w:p>
    <w:p w14:paraId="34DF3606" w14:textId="77777777" w:rsidR="00002403" w:rsidRDefault="00002403" w:rsidP="00002403"/>
    <w:tbl>
      <w:tblPr>
        <w:tblW w:w="1000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3777"/>
        <w:gridCol w:w="1842"/>
        <w:gridCol w:w="1594"/>
        <w:gridCol w:w="1594"/>
      </w:tblGrid>
      <w:tr w:rsidR="00BD2EE1" w14:paraId="272BE74E" w14:textId="4A52C3A5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28515A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  <w:t>Datum</w:t>
            </w: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C5ED59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  <w:t>Gewässer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2F285A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  <w:t>Messstellen-Nr.</w:t>
            </w: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901F34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42873B2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36D089B8" w14:textId="7EEB5CEF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A55504F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F6D0A7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8AF4400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7847D2D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65944E5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2B8116AC" w14:textId="49B4D9A3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94029E3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D93E5B3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DDFBDCD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10F02C6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0E10E4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0C778793" w14:textId="48AACA07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24F9CFA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345EA28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C34B102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99B8AF1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B154828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20523F02" w14:textId="5A7E09A9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098D0F7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958745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0733F5A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2A5B023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0457E26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4A18D08F" w14:textId="750544E7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47E501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7291075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694213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44C83CB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314E99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36583A66" w14:textId="0CA12704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505C8F4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9FB0BA9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EFB361F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83DB03B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62795B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3880D859" w14:textId="65D654AC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1C52DB3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4771348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2B7052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42F6071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A7B48A9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14DBDC77" w14:textId="169F771B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1F8B103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CABA264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81E284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A5D3888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EA8F603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41161950" w14:textId="32F2BB90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1A57408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3613697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37816F8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27C492B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5126180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4F7986F2" w14:textId="4D332B57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7D5D726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1AB926A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E1CBC89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914470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F127927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3CD2B4A8" w14:textId="42BEB11F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3ACE14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F0098C6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4F1D705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41530D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89DD7F1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380C43BA" w14:textId="4A71FEAF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A6962B3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7FC6CC8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9E602F4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81B958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2445A04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65CA64FC" w14:textId="633E0825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98EFE6D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DC37CDC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99AE8F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27207DD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DCB5239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2F8ACF8D" w14:textId="5C1E4C4B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0910ADD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75A88AA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739CD6D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1F68C68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161AF31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0446E8A0" w14:textId="6B8AAB63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B491ED9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F3167BD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5658FB4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363E799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DDE4D5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6720083C" w14:textId="78A0A08F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F56FBBF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7049C03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E1FFD2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12CAED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53C7E57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13E23CBC" w14:textId="3CC7BB21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2E8C3AE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6A7DAE7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085B0F4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5A4E336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62AD90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3BF9ACB3" w14:textId="45A95F94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940C5B2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ED2FDA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51B781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4596481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DC48AAF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0413CD49" w14:textId="48090DDA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4632AE3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713AD5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1EAB44D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13D0A3D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E653977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  <w:tr w:rsidR="00BD2EE1" w14:paraId="2FBC8973" w14:textId="2C5A58D5" w:rsidTr="00BD2EE1">
        <w:trPr>
          <w:trHeight w:val="315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6B71ECC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3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A253135" w14:textId="77777777" w:rsidR="00BD2EE1" w:rsidRDefault="00BD2EE1">
            <w:pPr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FDD8177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F0E101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  <w:tc>
          <w:tcPr>
            <w:tcW w:w="1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10EAB9D" w14:textId="77777777" w:rsidR="00BD2EE1" w:rsidRDefault="00BD2EE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eastAsia="de-DE"/>
              </w:rPr>
            </w:pPr>
          </w:p>
        </w:tc>
      </w:tr>
    </w:tbl>
    <w:p w14:paraId="6EF1C4BC" w14:textId="5CBF267A" w:rsidR="00002403" w:rsidRPr="0082506C" w:rsidRDefault="00312D46" w:rsidP="005F4F55">
      <w:pPr>
        <w:pStyle w:val="QMStandart"/>
      </w:pPr>
      <w:r>
        <w:t xml:space="preserve">* </w:t>
      </w:r>
      <w:r>
        <w:rPr>
          <w:sz w:val="18"/>
          <w:szCs w:val="18"/>
        </w:rPr>
        <w:t>Für alle Proben</w:t>
      </w:r>
      <w:r w:rsidRPr="008F2259">
        <w:rPr>
          <w:sz w:val="18"/>
          <w:szCs w:val="18"/>
        </w:rPr>
        <w:t xml:space="preserve"> ohne Entnahmeprotokolle </w:t>
      </w:r>
      <w:r>
        <w:rPr>
          <w:sz w:val="18"/>
          <w:szCs w:val="18"/>
        </w:rPr>
        <w:t>oder sonstige Übersichten</w:t>
      </w:r>
    </w:p>
    <w:sectPr w:rsidR="00002403" w:rsidRPr="0082506C" w:rsidSect="00EE0F4E">
      <w:headerReference w:type="even" r:id="rId9"/>
      <w:headerReference w:type="default" r:id="rId10"/>
      <w:footerReference w:type="default" r:id="rId11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B802DA" w14:textId="77777777" w:rsidR="00061A03" w:rsidRDefault="00061A03" w:rsidP="00B32714">
      <w:r>
        <w:separator/>
      </w:r>
    </w:p>
    <w:p w14:paraId="2A523572" w14:textId="77777777" w:rsidR="00061A03" w:rsidRDefault="00061A03" w:rsidP="00B32714"/>
    <w:p w14:paraId="2ED91E7F" w14:textId="77777777" w:rsidR="00061A03" w:rsidRDefault="00061A03" w:rsidP="00B32714"/>
  </w:endnote>
  <w:endnote w:type="continuationSeparator" w:id="0">
    <w:p w14:paraId="254A64D3" w14:textId="77777777" w:rsidR="00061A03" w:rsidRDefault="00061A03" w:rsidP="00B32714">
      <w:r>
        <w:continuationSeparator/>
      </w:r>
    </w:p>
    <w:p w14:paraId="320AB4D1" w14:textId="77777777" w:rsidR="00061A03" w:rsidRDefault="00061A03" w:rsidP="00B32714"/>
    <w:p w14:paraId="5FC77850" w14:textId="77777777" w:rsidR="00061A03" w:rsidRDefault="00061A03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ADE40" w14:textId="2452EFC6" w:rsidR="00061A03" w:rsidRPr="005F4F55" w:rsidRDefault="00FE2C72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AC22E3C" wp14:editId="16748D7D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 w:rsidR="00061A03">
      <w:ptab w:relativeTo="margin" w:alignment="left" w:leader="none"/>
    </w:r>
    <w:fldSimple w:instr=" FILENAME  \* Lower  \* MERGEFORMAT ">
      <w:r w:rsidR="009C1F00">
        <w:rPr>
          <w:noProof/>
        </w:rPr>
        <w:t xml:space="preserve">fb-versand </w:t>
      </w:r>
      <w:r w:rsidR="0029175E">
        <w:rPr>
          <w:noProof/>
        </w:rPr>
        <w:t>proben</w:t>
      </w:r>
      <w:r w:rsidR="00B67C42">
        <w:rPr>
          <w:noProof/>
        </w:rPr>
        <w:t>-00</w:t>
      </w:r>
    </w:fldSimple>
    <w:r w:rsidR="00061A03" w:rsidRPr="00DB01DD">
      <w:ptab w:relativeTo="margin" w:alignment="center" w:leader="none"/>
    </w:r>
    <w:r w:rsidR="00061A03" w:rsidRPr="00DB01DD">
      <w:ptab w:relativeTo="margin" w:alignment="right" w:leader="none"/>
    </w:r>
    <w:r w:rsidR="00B67C42">
      <w:fldChar w:fldCharType="begin"/>
    </w:r>
    <w:r w:rsidR="00B67C42">
      <w:instrText xml:space="preserve"> PAGE   \* MERGEFORMAT </w:instrText>
    </w:r>
    <w:r w:rsidR="00B67C42">
      <w:fldChar w:fldCharType="separate"/>
    </w:r>
    <w:r w:rsidR="0029175E">
      <w:rPr>
        <w:noProof/>
      </w:rPr>
      <w:t>1</w:t>
    </w:r>
    <w:r w:rsidR="00B67C42">
      <w:rPr>
        <w:noProof/>
      </w:rPr>
      <w:fldChar w:fldCharType="end"/>
    </w:r>
    <w:r w:rsidR="00061A03" w:rsidRPr="0014748D">
      <w:t xml:space="preserve"> von </w:t>
    </w:r>
    <w:fldSimple w:instr=" NUMPAGES   \* MERGEFORMAT ">
      <w:r w:rsidR="0029175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556D5" w14:textId="77777777" w:rsidR="00061A03" w:rsidRDefault="00061A03" w:rsidP="00B32714">
      <w:r>
        <w:separator/>
      </w:r>
    </w:p>
    <w:p w14:paraId="69B11101" w14:textId="77777777" w:rsidR="00061A03" w:rsidRDefault="00061A03" w:rsidP="00B32714"/>
    <w:p w14:paraId="48E63538" w14:textId="77777777" w:rsidR="00061A03" w:rsidRDefault="00061A03" w:rsidP="00B32714"/>
  </w:footnote>
  <w:footnote w:type="continuationSeparator" w:id="0">
    <w:p w14:paraId="5727B100" w14:textId="77777777" w:rsidR="00061A03" w:rsidRDefault="00061A03" w:rsidP="00B32714">
      <w:r>
        <w:continuationSeparator/>
      </w:r>
    </w:p>
    <w:p w14:paraId="28BE4350" w14:textId="77777777" w:rsidR="00061A03" w:rsidRDefault="00061A03" w:rsidP="00B32714"/>
    <w:p w14:paraId="262926A3" w14:textId="77777777" w:rsidR="00061A03" w:rsidRDefault="00061A03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CA9FD" w14:textId="77777777" w:rsidR="00061A03" w:rsidRPr="002251D7" w:rsidRDefault="00B67C42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061A03">
      <w:rPr>
        <w:noProof/>
      </w:rPr>
      <w:t>2</w:t>
    </w:r>
    <w:r>
      <w:rPr>
        <w:noProof/>
      </w:rPr>
      <w:fldChar w:fldCharType="end"/>
    </w:r>
    <w:r w:rsidR="00061A03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352F99C4" wp14:editId="7E2AD6E1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E2C72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C827E68" wp14:editId="4538419C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F14E39" w14:textId="77777777" w:rsidR="00061A03" w:rsidRPr="009C1F00" w:rsidRDefault="009C1F00" w:rsidP="00C6471D">
    <w:pPr>
      <w:pStyle w:val="QMberschrift1Kopf"/>
      <w:rPr>
        <w:color w:val="4F81BD" w:themeColor="accent1"/>
      </w:rPr>
    </w:pPr>
    <w:r w:rsidRPr="009C1F00">
      <w:rPr>
        <w:b w:val="0"/>
        <w:noProof/>
        <w:color w:val="4F81BD" w:themeColor="accent1"/>
      </w:rPr>
      <w:drawing>
        <wp:anchor distT="0" distB="0" distL="114300" distR="114300" simplePos="0" relativeHeight="251663360" behindDoc="1" locked="0" layoutInCell="1" allowOverlap="1" wp14:anchorId="1A39D1BE" wp14:editId="37303838">
          <wp:simplePos x="0" y="0"/>
          <wp:positionH relativeFrom="column">
            <wp:posOffset>5029200</wp:posOffset>
          </wp:positionH>
          <wp:positionV relativeFrom="paragraph">
            <wp:posOffset>-284480</wp:posOffset>
          </wp:positionV>
          <wp:extent cx="1143000" cy="786414"/>
          <wp:effectExtent l="0" t="0" r="0" b="127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1A03" w:rsidRPr="009C1F00">
      <w:rPr>
        <w:color w:val="4F81BD" w:themeColor="accent1"/>
      </w:rPr>
      <w:t>Formblatt</w:t>
    </w:r>
  </w:p>
  <w:p w14:paraId="1052A80B" w14:textId="4AADDEAD" w:rsidR="00061A03" w:rsidRPr="00C6471D" w:rsidRDefault="00061A03" w:rsidP="00C6471D">
    <w:pPr>
      <w:pStyle w:val="QMberschrift2Kopf"/>
    </w:pPr>
    <w:r>
      <w:t>Versand Nachauftragnehmer</w:t>
    </w:r>
    <w:r w:rsidR="005D7526">
      <w:t xml:space="preserve"> / Rückversand an Auftraggeber</w:t>
    </w:r>
    <w:r w:rsidR="00312D46">
      <w:t>*</w:t>
    </w:r>
  </w:p>
  <w:p w14:paraId="4E055E79" w14:textId="427D4BFB" w:rsidR="00061A03" w:rsidRPr="005A71DC" w:rsidRDefault="00061A03" w:rsidP="0014748D">
    <w:pPr>
      <w:pStyle w:val="QMAblufeFu"/>
    </w:pPr>
    <w:r w:rsidRPr="00355499">
      <w:t>FB-</w:t>
    </w:r>
    <w:r w:rsidR="0029175E">
      <w:t>Versand Proben</w:t>
    </w:r>
    <w:r w:rsidRPr="00355499">
      <w:t>-00</w:t>
    </w:r>
    <w:r w:rsidRPr="005A71DC">
      <w:tab/>
    </w:r>
    <w:r w:rsidR="00FE2C72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FE9A026" wp14:editId="50B1A98C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9"/>
  </w:num>
  <w:num w:numId="11">
    <w:abstractNumId w:val="1"/>
  </w:num>
  <w:num w:numId="12">
    <w:abstractNumId w:val="18"/>
  </w:num>
  <w:num w:numId="13">
    <w:abstractNumId w:val="15"/>
  </w:num>
  <w:num w:numId="14">
    <w:abstractNumId w:val="9"/>
  </w:num>
  <w:num w:numId="15">
    <w:abstractNumId w:val="17"/>
  </w:num>
  <w:num w:numId="16">
    <w:abstractNumId w:val="0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03"/>
    <w:rsid w:val="0000169A"/>
    <w:rsid w:val="00002403"/>
    <w:rsid w:val="00012D2A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57E7F"/>
    <w:rsid w:val="00060198"/>
    <w:rsid w:val="000619C2"/>
    <w:rsid w:val="00061A03"/>
    <w:rsid w:val="00061C2B"/>
    <w:rsid w:val="00071900"/>
    <w:rsid w:val="00071C91"/>
    <w:rsid w:val="000733FA"/>
    <w:rsid w:val="000740D4"/>
    <w:rsid w:val="00074280"/>
    <w:rsid w:val="00074B5D"/>
    <w:rsid w:val="00075DF1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09BC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16395"/>
    <w:rsid w:val="001206EB"/>
    <w:rsid w:val="0012438E"/>
    <w:rsid w:val="00126A5E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4645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046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75E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2D46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1C59"/>
    <w:rsid w:val="004D4023"/>
    <w:rsid w:val="004D46D7"/>
    <w:rsid w:val="004D6516"/>
    <w:rsid w:val="004E18E9"/>
    <w:rsid w:val="004E35EE"/>
    <w:rsid w:val="004E4235"/>
    <w:rsid w:val="004E5C52"/>
    <w:rsid w:val="004F1324"/>
    <w:rsid w:val="004F1E95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2AF9"/>
    <w:rsid w:val="0053402A"/>
    <w:rsid w:val="00542E1C"/>
    <w:rsid w:val="00543FC2"/>
    <w:rsid w:val="00555D32"/>
    <w:rsid w:val="00555F31"/>
    <w:rsid w:val="0056001F"/>
    <w:rsid w:val="005604EB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0846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526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1480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32C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B3EDC"/>
    <w:rsid w:val="006B4887"/>
    <w:rsid w:val="006C5DEB"/>
    <w:rsid w:val="006D00CC"/>
    <w:rsid w:val="006D1104"/>
    <w:rsid w:val="006D3029"/>
    <w:rsid w:val="006D4D80"/>
    <w:rsid w:val="006D6590"/>
    <w:rsid w:val="006D7048"/>
    <w:rsid w:val="006D71AB"/>
    <w:rsid w:val="006D7D67"/>
    <w:rsid w:val="006E247C"/>
    <w:rsid w:val="006E4B64"/>
    <w:rsid w:val="006E5311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17C13"/>
    <w:rsid w:val="007217F4"/>
    <w:rsid w:val="00721FAD"/>
    <w:rsid w:val="00722907"/>
    <w:rsid w:val="00726315"/>
    <w:rsid w:val="00734376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5C7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6579"/>
    <w:rsid w:val="00920221"/>
    <w:rsid w:val="009202F5"/>
    <w:rsid w:val="009209B4"/>
    <w:rsid w:val="00922EA0"/>
    <w:rsid w:val="009253A6"/>
    <w:rsid w:val="00927112"/>
    <w:rsid w:val="0093110E"/>
    <w:rsid w:val="00940112"/>
    <w:rsid w:val="00943A13"/>
    <w:rsid w:val="0095005A"/>
    <w:rsid w:val="00952544"/>
    <w:rsid w:val="00954508"/>
    <w:rsid w:val="0095579C"/>
    <w:rsid w:val="00955C98"/>
    <w:rsid w:val="00957825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C1F00"/>
    <w:rsid w:val="009D09B1"/>
    <w:rsid w:val="009D1D8F"/>
    <w:rsid w:val="009D1DF7"/>
    <w:rsid w:val="009D1E08"/>
    <w:rsid w:val="009D2DA8"/>
    <w:rsid w:val="009D37A4"/>
    <w:rsid w:val="009E1205"/>
    <w:rsid w:val="009E5769"/>
    <w:rsid w:val="009E685E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3546"/>
    <w:rsid w:val="00A26243"/>
    <w:rsid w:val="00A26C8D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0F42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1A96"/>
    <w:rsid w:val="00AD2FAA"/>
    <w:rsid w:val="00AD51FA"/>
    <w:rsid w:val="00AD5C2D"/>
    <w:rsid w:val="00AD73ED"/>
    <w:rsid w:val="00AE15D3"/>
    <w:rsid w:val="00AE3402"/>
    <w:rsid w:val="00AE6E87"/>
    <w:rsid w:val="00AF49DF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16245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C42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16B3"/>
    <w:rsid w:val="00BD2EE1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6730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7239C"/>
    <w:rsid w:val="00E80C55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361F"/>
    <w:rsid w:val="00EF53B1"/>
    <w:rsid w:val="00EF67C1"/>
    <w:rsid w:val="00EF6CEB"/>
    <w:rsid w:val="00EF770F"/>
    <w:rsid w:val="00F02748"/>
    <w:rsid w:val="00F02FE1"/>
    <w:rsid w:val="00F10D9B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3CE0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2C72"/>
    <w:rsid w:val="00FE586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02F945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2403"/>
    <w:rPr>
      <w:rFonts w:ascii="Arial" w:eastAsia="SimSun" w:hAnsi="Arial"/>
      <w:sz w:val="22"/>
      <w:szCs w:val="24"/>
      <w:lang w:eastAsia="zh-CN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rFonts w:ascii="Strayhorn MT Regular" w:eastAsia="Calibri" w:hAnsi="Strayhorn MT Regular"/>
      <w:color w:val="404040"/>
      <w:spacing w:val="5"/>
      <w:sz w:val="36"/>
      <w:szCs w:val="36"/>
      <w:lang w:val="en-US"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 w:line="280" w:lineRule="exact"/>
      <w:ind w:left="1418" w:hanging="1418"/>
      <w:outlineLvl w:val="1"/>
    </w:pPr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 w:line="280" w:lineRule="exact"/>
      <w:outlineLvl w:val="2"/>
    </w:pPr>
    <w:rPr>
      <w:rFonts w:ascii="Strayhorn MT Regular" w:eastAsia="Times New Roman" w:hAnsi="Strayhorn MT Regular"/>
      <w:b/>
      <w:bCs/>
      <w:color w:val="404040"/>
      <w:spacing w:val="5"/>
      <w:sz w:val="19"/>
      <w:szCs w:val="26"/>
      <w:lang w:eastAsia="en-US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 w:line="280" w:lineRule="exact"/>
      <w:outlineLvl w:val="3"/>
    </w:pPr>
    <w:rPr>
      <w:rFonts w:ascii="Strayhorn MT Regular" w:eastAsia="Times New Roman" w:hAnsi="Strayhorn MT Regular"/>
      <w:b/>
      <w:bCs/>
      <w:i/>
      <w:color w:val="404040"/>
      <w:spacing w:val="5"/>
      <w:sz w:val="19"/>
      <w:szCs w:val="28"/>
      <w:lang w:eastAsia="en-US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 w:line="280" w:lineRule="exact"/>
      <w:outlineLvl w:val="4"/>
    </w:pPr>
    <w:rPr>
      <w:rFonts w:ascii="Strayhorn MT Regular" w:eastAsia="Times New Roman" w:hAnsi="Strayhorn MT Regular"/>
      <w:b/>
      <w:bCs/>
      <w:iCs/>
      <w:color w:val="404040"/>
      <w:spacing w:val="5"/>
      <w:sz w:val="19"/>
      <w:szCs w:val="20"/>
      <w:lang w:eastAsia="en-US"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spacing w:line="280" w:lineRule="exact"/>
      <w:ind w:left="227" w:hanging="227"/>
      <w:contextualSpacing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 w:line="280" w:lineRule="exact"/>
      <w:jc w:val="center"/>
      <w:outlineLvl w:val="1"/>
    </w:pPr>
    <w:rPr>
      <w:rFonts w:ascii="Cambria" w:eastAsia="Times New Roman" w:hAnsi="Cambria"/>
      <w:color w:val="404040"/>
      <w:spacing w:val="5"/>
      <w:sz w:val="24"/>
      <w:lang w:eastAsia="en-US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ascii="Strayhorn MT Regular" w:eastAsia="Times New Roman" w:hAnsi="Strayhorn MT Regular"/>
      <w:color w:val="00A0AA"/>
      <w:spacing w:val="5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ascii="Strayhorn MT Regular" w:hAnsi="Strayhorn MT Regular"/>
      <w:bCs/>
      <w:i/>
      <w:color w:val="404040"/>
      <w:spacing w:val="5"/>
      <w:sz w:val="14"/>
      <w:szCs w:val="14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rPr>
      <w:rFonts w:ascii="Calibri" w:eastAsia="Times New Roman" w:hAnsi="Calibri"/>
      <w:color w:val="404040"/>
      <w:spacing w:val="5"/>
      <w:sz w:val="19"/>
      <w:szCs w:val="20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rPr>
      <w:rFonts w:ascii="Tahoma" w:eastAsia="Calibri" w:hAnsi="Tahoma" w:cs="Tahoma"/>
      <w:color w:val="404040"/>
      <w:spacing w:val="5"/>
      <w:sz w:val="16"/>
      <w:szCs w:val="16"/>
      <w:lang w:eastAsia="en-US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color w:val="404040"/>
      <w:spacing w:val="5"/>
      <w:sz w:val="24"/>
      <w:szCs w:val="20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b/>
      <w:color w:val="404040"/>
      <w:spacing w:val="5"/>
      <w:sz w:val="19"/>
      <w:szCs w:val="20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  <w:szCs w:val="20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rFonts w:ascii="Strayhorn MT Regular" w:eastAsia="Calibri" w:hAnsi="Strayhorn MT Regular"/>
      <w:noProof/>
      <w:color w:val="00A0AA"/>
      <w:spacing w:val="5"/>
      <w:sz w:val="36"/>
      <w:szCs w:val="36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  <w:pPr>
      <w:spacing w:line="280" w:lineRule="exact"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ascii="Strayhorn MT Regular" w:eastAsia="Times New Roman" w:hAnsi="Strayhorn MT Regular"/>
      <w:color w:val="404040"/>
      <w:spacing w:val="5"/>
      <w:sz w:val="19"/>
      <w:szCs w:val="20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ascii="Strayhorn MT Regular" w:eastAsia="Times New Roman" w:hAnsi="Strayhorn MT Regular"/>
      <w:color w:val="404040"/>
      <w:spacing w:val="5"/>
      <w:sz w:val="19"/>
      <w:szCs w:val="20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ascii="Strayhorn MT Regular" w:eastAsia="Times New Roman" w:hAnsi="Strayhorn MT Regular"/>
      <w:b/>
      <w:color w:val="404040"/>
      <w:spacing w:val="5"/>
      <w:sz w:val="19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  <w:szCs w:val="20"/>
      <w:lang w:eastAsia="en-US"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6"/>
      <w:szCs w:val="20"/>
      <w:lang w:eastAsia="en-US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rPr>
      <w:rFonts w:eastAsia="Times New Roman" w:cs="Arial"/>
      <w:sz w:val="20"/>
      <w:szCs w:val="20"/>
      <w:lang w:eastAsia="de-DE"/>
    </w:rPr>
  </w:style>
  <w:style w:type="paragraph" w:customStyle="1" w:styleId="QMStandart">
    <w:name w:val="QM Standart"/>
    <w:basedOn w:val="Standard"/>
    <w:qFormat/>
    <w:rsid w:val="004D4023"/>
    <w:pPr>
      <w:spacing w:line="280" w:lineRule="exact"/>
    </w:pPr>
    <w:rPr>
      <w:rFonts w:eastAsia="Calibri"/>
      <w:color w:val="000000" w:themeColor="text1"/>
      <w:spacing w:val="5"/>
      <w:sz w:val="20"/>
      <w:szCs w:val="20"/>
      <w:lang w:eastAsia="en-US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2403"/>
    <w:rPr>
      <w:rFonts w:ascii="Arial" w:eastAsia="SimSun" w:hAnsi="Arial"/>
      <w:sz w:val="22"/>
      <w:szCs w:val="24"/>
      <w:lang w:eastAsia="zh-CN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rFonts w:ascii="Strayhorn MT Regular" w:eastAsia="Calibri" w:hAnsi="Strayhorn MT Regular"/>
      <w:color w:val="404040"/>
      <w:spacing w:val="5"/>
      <w:sz w:val="36"/>
      <w:szCs w:val="36"/>
      <w:lang w:val="en-US"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 w:line="280" w:lineRule="exact"/>
      <w:ind w:left="1418" w:hanging="1418"/>
      <w:outlineLvl w:val="1"/>
    </w:pPr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 w:line="280" w:lineRule="exact"/>
      <w:outlineLvl w:val="2"/>
    </w:pPr>
    <w:rPr>
      <w:rFonts w:ascii="Strayhorn MT Regular" w:eastAsia="Times New Roman" w:hAnsi="Strayhorn MT Regular"/>
      <w:b/>
      <w:bCs/>
      <w:color w:val="404040"/>
      <w:spacing w:val="5"/>
      <w:sz w:val="19"/>
      <w:szCs w:val="26"/>
      <w:lang w:eastAsia="en-US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 w:line="280" w:lineRule="exact"/>
      <w:outlineLvl w:val="3"/>
    </w:pPr>
    <w:rPr>
      <w:rFonts w:ascii="Strayhorn MT Regular" w:eastAsia="Times New Roman" w:hAnsi="Strayhorn MT Regular"/>
      <w:b/>
      <w:bCs/>
      <w:i/>
      <w:color w:val="404040"/>
      <w:spacing w:val="5"/>
      <w:sz w:val="19"/>
      <w:szCs w:val="28"/>
      <w:lang w:eastAsia="en-US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 w:line="280" w:lineRule="exact"/>
      <w:outlineLvl w:val="4"/>
    </w:pPr>
    <w:rPr>
      <w:rFonts w:ascii="Strayhorn MT Regular" w:eastAsia="Times New Roman" w:hAnsi="Strayhorn MT Regular"/>
      <w:b/>
      <w:bCs/>
      <w:iCs/>
      <w:color w:val="404040"/>
      <w:spacing w:val="5"/>
      <w:sz w:val="19"/>
      <w:szCs w:val="20"/>
      <w:lang w:eastAsia="en-US"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spacing w:line="280" w:lineRule="exact"/>
      <w:ind w:left="227" w:hanging="227"/>
      <w:contextualSpacing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 w:line="280" w:lineRule="exact"/>
      <w:jc w:val="center"/>
      <w:outlineLvl w:val="1"/>
    </w:pPr>
    <w:rPr>
      <w:rFonts w:ascii="Cambria" w:eastAsia="Times New Roman" w:hAnsi="Cambria"/>
      <w:color w:val="404040"/>
      <w:spacing w:val="5"/>
      <w:sz w:val="24"/>
      <w:lang w:eastAsia="en-US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ascii="Strayhorn MT Regular" w:eastAsia="Times New Roman" w:hAnsi="Strayhorn MT Regular"/>
      <w:color w:val="00A0AA"/>
      <w:spacing w:val="5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ascii="Strayhorn MT Regular" w:hAnsi="Strayhorn MT Regular"/>
      <w:bCs/>
      <w:i/>
      <w:color w:val="404040"/>
      <w:spacing w:val="5"/>
      <w:sz w:val="14"/>
      <w:szCs w:val="14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rPr>
      <w:rFonts w:ascii="Calibri" w:eastAsia="Times New Roman" w:hAnsi="Calibri"/>
      <w:color w:val="404040"/>
      <w:spacing w:val="5"/>
      <w:sz w:val="19"/>
      <w:szCs w:val="20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rPr>
      <w:rFonts w:ascii="Tahoma" w:eastAsia="Calibri" w:hAnsi="Tahoma" w:cs="Tahoma"/>
      <w:color w:val="404040"/>
      <w:spacing w:val="5"/>
      <w:sz w:val="16"/>
      <w:szCs w:val="16"/>
      <w:lang w:eastAsia="en-US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color w:val="404040"/>
      <w:spacing w:val="5"/>
      <w:sz w:val="24"/>
      <w:szCs w:val="20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b/>
      <w:color w:val="404040"/>
      <w:spacing w:val="5"/>
      <w:sz w:val="19"/>
      <w:szCs w:val="20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  <w:szCs w:val="20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rFonts w:ascii="Strayhorn MT Regular" w:eastAsia="Calibri" w:hAnsi="Strayhorn MT Regular"/>
      <w:noProof/>
      <w:color w:val="00A0AA"/>
      <w:spacing w:val="5"/>
      <w:sz w:val="36"/>
      <w:szCs w:val="36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  <w:pPr>
      <w:spacing w:line="280" w:lineRule="exact"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ascii="Strayhorn MT Regular" w:eastAsia="Times New Roman" w:hAnsi="Strayhorn MT Regular"/>
      <w:color w:val="404040"/>
      <w:spacing w:val="5"/>
      <w:sz w:val="19"/>
      <w:szCs w:val="20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ascii="Strayhorn MT Regular" w:eastAsia="Times New Roman" w:hAnsi="Strayhorn MT Regular"/>
      <w:color w:val="404040"/>
      <w:spacing w:val="5"/>
      <w:sz w:val="19"/>
      <w:szCs w:val="20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ascii="Strayhorn MT Regular" w:eastAsia="Times New Roman" w:hAnsi="Strayhorn MT Regular"/>
      <w:b/>
      <w:color w:val="404040"/>
      <w:spacing w:val="5"/>
      <w:sz w:val="19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  <w:szCs w:val="20"/>
      <w:lang w:eastAsia="en-US"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6"/>
      <w:szCs w:val="20"/>
      <w:lang w:eastAsia="en-US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rPr>
      <w:rFonts w:eastAsia="Times New Roman" w:cs="Arial"/>
      <w:sz w:val="20"/>
      <w:szCs w:val="20"/>
      <w:lang w:eastAsia="de-DE"/>
    </w:rPr>
  </w:style>
  <w:style w:type="paragraph" w:customStyle="1" w:styleId="QMStandart">
    <w:name w:val="QM Standart"/>
    <w:basedOn w:val="Standard"/>
    <w:qFormat/>
    <w:rsid w:val="004D4023"/>
    <w:pPr>
      <w:spacing w:line="280" w:lineRule="exact"/>
    </w:pPr>
    <w:rPr>
      <w:rFonts w:eastAsia="Calibri"/>
      <w:color w:val="000000" w:themeColor="text1"/>
      <w:spacing w:val="5"/>
      <w:sz w:val="20"/>
      <w:szCs w:val="20"/>
      <w:lang w:eastAsia="en-US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QMS\QM-Vorgabedokumente\Freigabe\04%20FB\FB-Layout+hoch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EDE9E-5086-344E-B5A6-7B6C7F35E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\QMS\QM-Vorgabedokumente\Freigabe\04 FB\FB-Layout+hoch-00.dotx</Template>
  <TotalTime>0</TotalTime>
  <Pages>1</Pages>
  <Words>52</Words>
  <Characters>341</Characters>
  <Application>Microsoft Macintosh Word</Application>
  <DocSecurity>0</DocSecurity>
  <Lines>21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381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Ariane</cp:lastModifiedBy>
  <cp:revision>3</cp:revision>
  <cp:lastPrinted>2012-08-21T12:02:00Z</cp:lastPrinted>
  <dcterms:created xsi:type="dcterms:W3CDTF">2016-12-14T10:42:00Z</dcterms:created>
  <dcterms:modified xsi:type="dcterms:W3CDTF">2016-12-16T12:02:00Z</dcterms:modified>
</cp:coreProperties>
</file>